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450ED672" w:rsidR="00A56BD4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="00C13372">
        <w:rPr>
          <w:rFonts w:cstheme="minorHAnsi"/>
        </w:rPr>
        <w:t>„</w:t>
      </w:r>
      <w:r w:rsidR="006069DF" w:rsidRPr="006069DF">
        <w:rPr>
          <w:rFonts w:cstheme="minorHAnsi"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</w:t>
      </w:r>
      <w:r w:rsidR="00B83B7E" w:rsidRPr="00B83B7E">
        <w:rPr>
          <w:rFonts w:cstheme="minorHAnsi"/>
        </w:rPr>
        <w:t>RE Sieradz - obszar: Poddębice Miasto, Gminy Poddębice, Wartkowice, Dalików</w:t>
      </w:r>
      <w:r w:rsidR="00944F07" w:rsidRPr="00944F07">
        <w:rPr>
          <w:rFonts w:cstheme="minorHAnsi"/>
        </w:rPr>
        <w:t>.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3A163EF6" w:rsidR="004906BC" w:rsidRPr="004906BC" w:rsidRDefault="00A56BD4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 w:rsidR="00A91942" w:rsidRPr="00A91942">
        <w:t xml:space="preserve"> </w:t>
      </w:r>
      <w:r w:rsidR="00B83B7E" w:rsidRPr="00B83B7E">
        <w:rPr>
          <w:rFonts w:cstheme="minorHAnsi"/>
        </w:rPr>
        <w:t>RE Sieradz - obszar: Poddębice Miasto, Gminy Poddębice, Wartkowice, Dalików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9A935" w14:textId="77777777" w:rsidR="008A0140" w:rsidRDefault="008A0140" w:rsidP="00582CE9">
      <w:pPr>
        <w:spacing w:after="0"/>
      </w:pPr>
      <w:r>
        <w:separator/>
      </w:r>
    </w:p>
  </w:endnote>
  <w:endnote w:type="continuationSeparator" w:id="0">
    <w:p w14:paraId="3CEF610F" w14:textId="77777777" w:rsidR="008A0140" w:rsidRDefault="008A0140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9EF430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014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873E" w14:textId="77777777" w:rsidR="008A0140" w:rsidRDefault="008A0140" w:rsidP="00582CE9">
      <w:pPr>
        <w:spacing w:after="0"/>
      </w:pPr>
      <w:r>
        <w:separator/>
      </w:r>
    </w:p>
  </w:footnote>
  <w:footnote w:type="continuationSeparator" w:id="0">
    <w:p w14:paraId="560B2DAA" w14:textId="77777777" w:rsidR="008A0140" w:rsidRDefault="008A0140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454043D" w14:textId="4A6D8EE0" w:rsidR="00C13372" w:rsidRPr="00C13372" w:rsidRDefault="00C13372" w:rsidP="006E100D">
          <w:pPr>
            <w:suppressAutoHyphens/>
            <w:ind w:right="187"/>
            <w:rPr>
              <w:rFonts w:asciiTheme="minorHAnsi" w:hAnsiTheme="minorHAnsi" w:cstheme="minorHAnsi"/>
              <w:sz w:val="14"/>
              <w:szCs w:val="14"/>
            </w:rPr>
          </w:pPr>
        </w:p>
        <w:p w14:paraId="1A19274F" w14:textId="34A727E9" w:rsidR="00347E8D" w:rsidRPr="00AA5BA3" w:rsidRDefault="00AA5BA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21039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04241</w:t>
          </w: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83973299">
    <w:abstractNumId w:val="18"/>
  </w:num>
  <w:num w:numId="2" w16cid:durableId="1128746585">
    <w:abstractNumId w:val="7"/>
  </w:num>
  <w:num w:numId="3" w16cid:durableId="71634353">
    <w:abstractNumId w:val="12"/>
  </w:num>
  <w:num w:numId="4" w16cid:durableId="1384479193">
    <w:abstractNumId w:val="20"/>
  </w:num>
  <w:num w:numId="5" w16cid:durableId="1688209368">
    <w:abstractNumId w:val="18"/>
  </w:num>
  <w:num w:numId="6" w16cid:durableId="2029721937">
    <w:abstractNumId w:val="18"/>
  </w:num>
  <w:num w:numId="7" w16cid:durableId="591665938">
    <w:abstractNumId w:val="3"/>
  </w:num>
  <w:num w:numId="8" w16cid:durableId="356538952">
    <w:abstractNumId w:val="27"/>
  </w:num>
  <w:num w:numId="9" w16cid:durableId="534196313">
    <w:abstractNumId w:val="16"/>
  </w:num>
  <w:num w:numId="10" w16cid:durableId="1980914508">
    <w:abstractNumId w:val="4"/>
  </w:num>
  <w:num w:numId="11" w16cid:durableId="124933699">
    <w:abstractNumId w:val="13"/>
  </w:num>
  <w:num w:numId="12" w16cid:durableId="1825009486">
    <w:abstractNumId w:val="11"/>
  </w:num>
  <w:num w:numId="13" w16cid:durableId="675229800">
    <w:abstractNumId w:val="26"/>
  </w:num>
  <w:num w:numId="14" w16cid:durableId="1162817288">
    <w:abstractNumId w:val="22"/>
  </w:num>
  <w:num w:numId="15" w16cid:durableId="1136410622">
    <w:abstractNumId w:val="15"/>
  </w:num>
  <w:num w:numId="16" w16cid:durableId="222373367">
    <w:abstractNumId w:val="9"/>
  </w:num>
  <w:num w:numId="17" w16cid:durableId="1606382443">
    <w:abstractNumId w:val="5"/>
  </w:num>
  <w:num w:numId="18" w16cid:durableId="1245500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98989411">
    <w:abstractNumId w:val="0"/>
  </w:num>
  <w:num w:numId="20" w16cid:durableId="751044034">
    <w:abstractNumId w:val="28"/>
  </w:num>
  <w:num w:numId="21" w16cid:durableId="424961959">
    <w:abstractNumId w:val="1"/>
  </w:num>
  <w:num w:numId="22" w16cid:durableId="168373463">
    <w:abstractNumId w:val="14"/>
  </w:num>
  <w:num w:numId="23" w16cid:durableId="988359306">
    <w:abstractNumId w:val="10"/>
  </w:num>
  <w:num w:numId="24" w16cid:durableId="1166439178">
    <w:abstractNumId w:val="21"/>
  </w:num>
  <w:num w:numId="25" w16cid:durableId="107362386">
    <w:abstractNumId w:val="25"/>
  </w:num>
  <w:num w:numId="26" w16cid:durableId="1367289656">
    <w:abstractNumId w:val="2"/>
  </w:num>
  <w:num w:numId="27" w16cid:durableId="1134521831">
    <w:abstractNumId w:val="24"/>
  </w:num>
  <w:num w:numId="28" w16cid:durableId="2042053481">
    <w:abstractNumId w:val="23"/>
  </w:num>
  <w:num w:numId="29" w16cid:durableId="21143551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14400277">
    <w:abstractNumId w:val="19"/>
  </w:num>
  <w:num w:numId="31" w16cid:durableId="1401097805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31DB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0396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E2454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405C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1E0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69DF"/>
    <w:rsid w:val="00623B01"/>
    <w:rsid w:val="00625BB0"/>
    <w:rsid w:val="006261BB"/>
    <w:rsid w:val="0065322E"/>
    <w:rsid w:val="00655DA8"/>
    <w:rsid w:val="00660237"/>
    <w:rsid w:val="0067031D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6028"/>
    <w:rsid w:val="006C4791"/>
    <w:rsid w:val="006C4B70"/>
    <w:rsid w:val="006C6089"/>
    <w:rsid w:val="006D16F1"/>
    <w:rsid w:val="006E100D"/>
    <w:rsid w:val="006E2000"/>
    <w:rsid w:val="006E5EF6"/>
    <w:rsid w:val="006F3B57"/>
    <w:rsid w:val="006F5EAD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3AE6"/>
    <w:rsid w:val="008548B7"/>
    <w:rsid w:val="00857549"/>
    <w:rsid w:val="008707CC"/>
    <w:rsid w:val="00884D47"/>
    <w:rsid w:val="008A0140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44F07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91942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E48"/>
    <w:rsid w:val="00AE6B95"/>
    <w:rsid w:val="00AF30DB"/>
    <w:rsid w:val="00AF78FE"/>
    <w:rsid w:val="00AF7E7E"/>
    <w:rsid w:val="00B0459E"/>
    <w:rsid w:val="00B0481F"/>
    <w:rsid w:val="00B05E1A"/>
    <w:rsid w:val="00B06535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B7E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1E5"/>
    <w:rsid w:val="00D516C1"/>
    <w:rsid w:val="00D614A4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8C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3E8"/>
    <w:rsid w:val="00F724BA"/>
    <w:rsid w:val="00F751D8"/>
    <w:rsid w:val="00F81046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SWZ-OPZ.docx</dmsv2BaseFileName>
    <dmsv2BaseDisplayName xmlns="http://schemas.microsoft.com/sharepoint/v3">Załącznik nr 1 do SWZ-OPZ</dmsv2BaseDisplayName>
    <dmsv2SWPP2ObjectNumber xmlns="http://schemas.microsoft.com/sharepoint/v3">POST/DYS/OLD/GZ/04241/2025                        </dmsv2SWPP2ObjectNumber>
    <dmsv2SWPP2SumMD5 xmlns="http://schemas.microsoft.com/sharepoint/v3">3eb70a653ac6844e0326f981af0e0998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699827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23839085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DPFVW34YURAE-834641568-142</_dlc_DocId>
    <_dlc_DocIdUrl xmlns="a19cb1c7-c5c7-46d4-85ae-d83685407bba">
      <Url>https://swpp2.dms.gkpge.pl/sites/40/_layouts/15/DocIdRedir.aspx?ID=DPFVW34YURAE-834641568-142</Url>
      <Description>DPFVW34YURAE-834641568-142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7790591-21A2-4825-AAF5-F2D40F078AFF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47EE7A-349A-4514-81F6-561576C0B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88143EA3-6F90-4F60-8DC5-889EE08D7B4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23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15</cp:revision>
  <cp:lastPrinted>2024-07-15T11:21:00Z</cp:lastPrinted>
  <dcterms:created xsi:type="dcterms:W3CDTF">2025-10-01T10:46:00Z</dcterms:created>
  <dcterms:modified xsi:type="dcterms:W3CDTF">2025-11-25T07:05:00Z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cf52d710-f2d7-4ba4-b87e-25dac5b0b3ff</vt:lpwstr>
  </property>
</Properties>
</file>